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2461B" w:rsidRDefault="00E137E9" w:rsidP="009246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vá dokumentace ulice </w:t>
            </w:r>
            <w:r w:rsidR="0092461B">
              <w:rPr>
                <w:rFonts w:ascii="Arial" w:hAnsi="Arial" w:cs="Arial"/>
                <w:color w:val="FF0000"/>
                <w:sz w:val="24"/>
                <w:szCs w:val="24"/>
              </w:rPr>
              <w:t>dolní valy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</w:t>
            </w:r>
          </w:p>
          <w:p w:rsidR="00171691" w:rsidRPr="0025072A" w:rsidRDefault="00E137E9" w:rsidP="009246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35DD9835</Template>
  <TotalTime>47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2021-05-24T06:24:00Z</cp:lastPrinted>
  <dcterms:created xsi:type="dcterms:W3CDTF">2019-09-19T08:40:00Z</dcterms:created>
  <dcterms:modified xsi:type="dcterms:W3CDTF">2025-01-22T07:28:00Z</dcterms:modified>
</cp:coreProperties>
</file>